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D3BFE" w14:textId="77777777" w:rsidR="00C05BCC" w:rsidRDefault="008E595C" w:rsidP="00C05BCC">
      <w:pPr>
        <w:rPr>
          <w:rFonts w:ascii="Arial" w:hAnsi="Arial" w:cs="Arial"/>
          <w:b/>
          <w:sz w:val="20"/>
          <w:szCs w:val="20"/>
          <w:u w:val="single"/>
        </w:rPr>
      </w:pPr>
      <w:r w:rsidRPr="00BF3A18">
        <w:rPr>
          <w:rFonts w:ascii="Arial" w:hAnsi="Arial" w:cs="Arial"/>
          <w:b/>
          <w:sz w:val="20"/>
          <w:szCs w:val="20"/>
          <w:u w:val="single"/>
        </w:rPr>
        <w:t>Příloha č.</w:t>
      </w:r>
      <w:r w:rsidR="00D71D69" w:rsidRPr="00BF3A1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BF3A18" w:rsidRPr="00BF3A18">
        <w:rPr>
          <w:rFonts w:ascii="Arial" w:hAnsi="Arial" w:cs="Arial"/>
          <w:b/>
          <w:sz w:val="20"/>
          <w:szCs w:val="20"/>
          <w:u w:val="single"/>
        </w:rPr>
        <w:t>1</w:t>
      </w:r>
      <w:r w:rsidR="00446D89" w:rsidRPr="00BF3A1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BF3A18">
        <w:rPr>
          <w:rFonts w:ascii="Arial" w:hAnsi="Arial" w:cs="Arial"/>
          <w:b/>
          <w:sz w:val="20"/>
          <w:szCs w:val="20"/>
          <w:u w:val="single"/>
        </w:rPr>
        <w:t xml:space="preserve">– </w:t>
      </w:r>
      <w:r w:rsidR="00BF3A18" w:rsidRPr="00BF3A18">
        <w:rPr>
          <w:rFonts w:ascii="Arial" w:hAnsi="Arial" w:cs="Arial"/>
          <w:b/>
          <w:sz w:val="20"/>
          <w:szCs w:val="20"/>
          <w:u w:val="single"/>
        </w:rPr>
        <w:t>Čestné prohlášení včetně krycího listu</w:t>
      </w:r>
    </w:p>
    <w:p w14:paraId="03933DD8" w14:textId="77777777" w:rsidR="005A7CCB" w:rsidRDefault="005A7CCB" w:rsidP="00C05BCC">
      <w:pPr>
        <w:rPr>
          <w:rFonts w:ascii="Arial" w:hAnsi="Arial" w:cs="Arial"/>
          <w:b/>
          <w:sz w:val="20"/>
          <w:szCs w:val="20"/>
          <w:u w:val="single"/>
        </w:rPr>
      </w:pPr>
    </w:p>
    <w:p w14:paraId="42B82E48" w14:textId="7407F237" w:rsidR="005A7CCB" w:rsidRPr="005A7CCB" w:rsidRDefault="00DF15D0" w:rsidP="00C05BCC">
      <w:pPr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ZÁKLADNÍ ZPŮSOBILOST</w:t>
      </w:r>
    </w:p>
    <w:p w14:paraId="2ED45D71" w14:textId="77777777"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14:paraId="2411975D" w14:textId="77777777"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8E595C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14:paraId="51E8800F" w14:textId="77777777"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8E595C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8E595C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8E595C">
        <w:rPr>
          <w:rFonts w:ascii="Arial" w:hAnsi="Arial" w:cs="Arial"/>
          <w:sz w:val="20"/>
          <w:szCs w:val="20"/>
        </w:rPr>
        <w:t xml:space="preserve">tato právnická osoba a </w:t>
      </w:r>
      <w:r w:rsidR="008E595C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8E595C">
        <w:rPr>
          <w:rFonts w:ascii="Arial" w:hAnsi="Arial" w:cs="Arial"/>
          <w:sz w:val="20"/>
          <w:szCs w:val="20"/>
        </w:rPr>
        <w:t>;</w:t>
      </w:r>
    </w:p>
    <w:p w14:paraId="5F859EE8" w14:textId="77777777"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42E13DB" w14:textId="77777777" w:rsidR="00DA4A1F" w:rsidRPr="00B17289" w:rsidRDefault="008E595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16BC8FC7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AE48940" w14:textId="77777777" w:rsidR="00DA4A1F" w:rsidRPr="00B17289" w:rsidRDefault="008E595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0C7252CA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8DED080" w14:textId="77777777" w:rsidR="00DA4A1F" w:rsidRPr="00B17289" w:rsidRDefault="008E595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36F16C0F" w14:textId="77777777"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14:paraId="66CB3FB5" w14:textId="77777777" w:rsidR="00DA4A1F" w:rsidRPr="00DA4A1F" w:rsidRDefault="008E595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1E57EECE" w14:textId="77777777"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E710577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0EB7BA6" w14:textId="77777777" w:rsidR="00423B91" w:rsidRDefault="00423B91" w:rsidP="00423B91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TECHNICKÁ KVALIFIKACE – SEZNAM REFERENČNÍCH ZAKÁZEK</w:t>
      </w:r>
      <w:r w:rsidR="00290C95">
        <w:rPr>
          <w:rFonts w:ascii="Arial" w:hAnsi="Arial" w:cs="Arial"/>
          <w:b/>
          <w:szCs w:val="20"/>
          <w:u w:val="single"/>
        </w:rPr>
        <w:t>:</w:t>
      </w:r>
    </w:p>
    <w:p w14:paraId="24F36BD8" w14:textId="353EBE61" w:rsidR="00423B91" w:rsidRDefault="00E463DE" w:rsidP="000C5393">
      <w:pPr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E463DE">
        <w:rPr>
          <w:rFonts w:ascii="Arial" w:hAnsi="Arial" w:cs="Arial"/>
          <w:i/>
          <w:sz w:val="20"/>
          <w:szCs w:val="20"/>
        </w:rPr>
        <w:t>Pozn</w:t>
      </w:r>
      <w:proofErr w:type="spellEnd"/>
      <w:r w:rsidRPr="00E463DE">
        <w:rPr>
          <w:rFonts w:ascii="Arial" w:hAnsi="Arial" w:cs="Arial"/>
          <w:i/>
          <w:sz w:val="20"/>
          <w:szCs w:val="20"/>
        </w:rPr>
        <w:t xml:space="preserve">: Podává-li </w:t>
      </w:r>
      <w:r w:rsidRPr="00E463DE">
        <w:rPr>
          <w:rFonts w:ascii="Arial" w:hAnsi="Arial" w:cs="Arial"/>
          <w:i/>
          <w:sz w:val="20"/>
          <w:szCs w:val="20"/>
        </w:rPr>
        <w:t>účastník nabídku jen do části 2</w:t>
      </w:r>
      <w:r w:rsidRPr="00E463DE">
        <w:rPr>
          <w:rFonts w:ascii="Arial" w:hAnsi="Arial" w:cs="Arial"/>
          <w:i/>
          <w:sz w:val="20"/>
          <w:szCs w:val="20"/>
        </w:rPr>
        <w:t xml:space="preserve"> VZMR</w:t>
      </w:r>
      <w:r w:rsidRPr="00E463DE">
        <w:rPr>
          <w:rFonts w:ascii="Arial" w:hAnsi="Arial" w:cs="Arial"/>
          <w:i/>
          <w:sz w:val="20"/>
          <w:szCs w:val="20"/>
        </w:rPr>
        <w:t xml:space="preserve">, může </w:t>
      </w:r>
      <w:r w:rsidRPr="00E463DE">
        <w:rPr>
          <w:rFonts w:ascii="Arial" w:hAnsi="Arial" w:cs="Arial"/>
          <w:i/>
          <w:sz w:val="20"/>
          <w:szCs w:val="20"/>
        </w:rPr>
        <w:t>tento oddíl</w:t>
      </w:r>
      <w:r w:rsidR="000C5393">
        <w:rPr>
          <w:rFonts w:ascii="Arial" w:hAnsi="Arial" w:cs="Arial"/>
          <w:i/>
          <w:sz w:val="20"/>
          <w:szCs w:val="20"/>
        </w:rPr>
        <w:t xml:space="preserve"> (</w:t>
      </w:r>
      <w:r w:rsidRPr="00E463DE">
        <w:rPr>
          <w:rFonts w:ascii="Arial" w:hAnsi="Arial" w:cs="Arial"/>
          <w:i/>
          <w:sz w:val="20"/>
          <w:szCs w:val="20"/>
        </w:rPr>
        <w:t>technick</w:t>
      </w:r>
      <w:r w:rsidRPr="00E463DE">
        <w:rPr>
          <w:rFonts w:ascii="Arial" w:hAnsi="Arial" w:cs="Arial"/>
          <w:i/>
          <w:sz w:val="20"/>
          <w:szCs w:val="20"/>
        </w:rPr>
        <w:t xml:space="preserve">á </w:t>
      </w:r>
      <w:r w:rsidRPr="00E463DE">
        <w:rPr>
          <w:rFonts w:ascii="Arial" w:hAnsi="Arial" w:cs="Arial"/>
          <w:i/>
          <w:sz w:val="20"/>
          <w:szCs w:val="20"/>
        </w:rPr>
        <w:t>kvalifikac</w:t>
      </w:r>
      <w:r w:rsidRPr="00E463DE">
        <w:rPr>
          <w:rFonts w:ascii="Arial" w:hAnsi="Arial" w:cs="Arial"/>
          <w:i/>
          <w:sz w:val="20"/>
          <w:szCs w:val="20"/>
        </w:rPr>
        <w:t>e</w:t>
      </w:r>
      <w:r w:rsidR="000C5393">
        <w:rPr>
          <w:rFonts w:ascii="Arial" w:hAnsi="Arial" w:cs="Arial"/>
          <w:i/>
          <w:sz w:val="20"/>
          <w:szCs w:val="20"/>
        </w:rPr>
        <w:t>)</w:t>
      </w:r>
      <w:r w:rsidR="000C5393">
        <w:rPr>
          <w:rFonts w:ascii="Arial" w:hAnsi="Arial" w:cs="Arial"/>
          <w:i/>
          <w:sz w:val="20"/>
          <w:szCs w:val="20"/>
        </w:rPr>
        <w:br/>
        <w:t xml:space="preserve">  s</w:t>
      </w:r>
      <w:r w:rsidRPr="00E463DE">
        <w:rPr>
          <w:rFonts w:ascii="Arial" w:hAnsi="Arial" w:cs="Arial"/>
          <w:i/>
          <w:sz w:val="20"/>
          <w:szCs w:val="20"/>
        </w:rPr>
        <w:t>mazat.</w:t>
      </w:r>
    </w:p>
    <w:p w14:paraId="431A58BE" w14:textId="77777777" w:rsidR="000C5393" w:rsidRPr="00E463DE" w:rsidRDefault="000C5393" w:rsidP="000C5393">
      <w:pPr>
        <w:jc w:val="both"/>
        <w:rPr>
          <w:rFonts w:ascii="Arial" w:hAnsi="Arial" w:cs="Arial"/>
          <w:i/>
          <w:sz w:val="20"/>
          <w:szCs w:val="20"/>
        </w:rPr>
      </w:pPr>
    </w:p>
    <w:p w14:paraId="3B144FFD" w14:textId="2B8AF5EE" w:rsidR="00423B91" w:rsidRDefault="00423B91" w:rsidP="00423B91">
      <w:pPr>
        <w:pStyle w:val="Odstavecseseznamem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ČÁST 1</w:t>
      </w:r>
      <w:r>
        <w:rPr>
          <w:rFonts w:ascii="Arial" w:hAnsi="Arial" w:cs="Arial"/>
          <w:sz w:val="20"/>
          <w:szCs w:val="20"/>
        </w:rPr>
        <w:t xml:space="preserve">Dodavatel prokáže toto kritérium technické kvalifikace, pokud </w:t>
      </w:r>
      <w:r>
        <w:rPr>
          <w:rFonts w:ascii="Arial" w:hAnsi="Arial" w:cs="Arial"/>
          <w:b/>
          <w:sz w:val="20"/>
          <w:szCs w:val="20"/>
        </w:rPr>
        <w:t>v posledních 5 letech</w:t>
      </w:r>
      <w:r>
        <w:rPr>
          <w:rFonts w:ascii="Arial" w:hAnsi="Arial" w:cs="Arial"/>
          <w:sz w:val="20"/>
          <w:szCs w:val="20"/>
        </w:rPr>
        <w:t xml:space="preserve"> realizoval </w:t>
      </w:r>
      <w:r w:rsidR="005A7CCB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3 obdobné zakázky</w:t>
      </w:r>
      <w:r>
        <w:rPr>
          <w:rFonts w:ascii="Arial" w:hAnsi="Arial" w:cs="Arial"/>
          <w:sz w:val="20"/>
          <w:szCs w:val="20"/>
        </w:rPr>
        <w:t xml:space="preserve"> v min. hodnotě </w:t>
      </w:r>
      <w:r>
        <w:rPr>
          <w:rFonts w:ascii="Arial" w:hAnsi="Arial" w:cs="Arial"/>
          <w:b/>
          <w:sz w:val="20"/>
          <w:szCs w:val="20"/>
        </w:rPr>
        <w:t>500.000,- Kč</w:t>
      </w:r>
      <w:r>
        <w:rPr>
          <w:rFonts w:ascii="Arial" w:hAnsi="Arial" w:cs="Arial"/>
          <w:sz w:val="20"/>
          <w:szCs w:val="20"/>
        </w:rPr>
        <w:t xml:space="preserve"> (slovy pět set tisíc korun českých) </w:t>
      </w:r>
      <w:r>
        <w:rPr>
          <w:rFonts w:ascii="Arial" w:hAnsi="Arial" w:cs="Arial"/>
          <w:b/>
          <w:sz w:val="20"/>
          <w:szCs w:val="20"/>
        </w:rPr>
        <w:t>bez DPH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za každou takovou referenční zakázku.</w:t>
      </w:r>
      <w:r>
        <w:rPr>
          <w:rFonts w:ascii="Arial" w:hAnsi="Arial" w:cs="Arial"/>
          <w:sz w:val="20"/>
          <w:szCs w:val="20"/>
        </w:rPr>
        <w:t xml:space="preserve"> Obdobný druh služeb je specifikován jako </w:t>
      </w:r>
      <w:r>
        <w:rPr>
          <w:rFonts w:ascii="Arial" w:hAnsi="Arial" w:cs="Arial"/>
          <w:b/>
          <w:sz w:val="20"/>
          <w:szCs w:val="20"/>
        </w:rPr>
        <w:t xml:space="preserve">dodávka a montáž elektrických zařízení - scénické osvětlení.  </w:t>
      </w:r>
    </w:p>
    <w:p w14:paraId="154D78A0" w14:textId="77777777" w:rsidR="00423B91" w:rsidRDefault="00423B91" w:rsidP="00423B91">
      <w:pPr>
        <w:pStyle w:val="Odstavecseseznamem"/>
        <w:rPr>
          <w:rFonts w:ascii="Arial" w:hAnsi="Arial" w:cs="Arial"/>
          <w:sz w:val="20"/>
          <w:szCs w:val="20"/>
        </w:rPr>
      </w:pPr>
    </w:p>
    <w:p w14:paraId="58195230" w14:textId="77777777" w:rsidR="00423B91" w:rsidRDefault="00423B91" w:rsidP="00423B91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5E72E0E4" w14:textId="77777777" w:rsidR="00423B91" w:rsidRDefault="00423B91" w:rsidP="00423B91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23B91" w:rsidRPr="00423B91" w14:paraId="01C46D6B" w14:textId="77777777" w:rsidTr="00423B91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A626B" w14:textId="77777777" w:rsidR="00423B91" w:rsidRDefault="00423B91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89AD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23B91" w:rsidRPr="00423B91" w14:paraId="19C6FB20" w14:textId="77777777" w:rsidTr="00423B91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664DB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80E3C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23B91" w:rsidRPr="00423B91" w14:paraId="01FF062D" w14:textId="77777777" w:rsidTr="00423B91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CC0B0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8CD0B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23B91" w:rsidRPr="00423B91" w14:paraId="42A33FEE" w14:textId="77777777" w:rsidTr="00423B91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CB002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91765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23B91" w:rsidRPr="00423B91" w14:paraId="35F18163" w14:textId="77777777" w:rsidTr="00423B91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56D2" w14:textId="77777777" w:rsidR="00423B91" w:rsidRDefault="00423B9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7631A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0CFD7B80" w14:textId="77777777" w:rsidR="00423B91" w:rsidRDefault="00423B91" w:rsidP="00423B91">
      <w:pPr>
        <w:pStyle w:val="Odstavecseseznamem"/>
        <w:rPr>
          <w:rFonts w:ascii="Arial" w:hAnsi="Arial" w:cs="Arial"/>
          <w:sz w:val="20"/>
          <w:szCs w:val="20"/>
        </w:rPr>
      </w:pPr>
    </w:p>
    <w:p w14:paraId="73778A61" w14:textId="77777777" w:rsidR="00423B91" w:rsidRDefault="00423B91" w:rsidP="00423B91">
      <w:pPr>
        <w:pStyle w:val="Odstavecseseznamem"/>
        <w:rPr>
          <w:rFonts w:ascii="Arial" w:hAnsi="Arial" w:cs="Arial"/>
          <w:sz w:val="20"/>
          <w:szCs w:val="20"/>
        </w:rPr>
      </w:pPr>
    </w:p>
    <w:p w14:paraId="4C04A3DF" w14:textId="77777777" w:rsidR="00423B91" w:rsidRDefault="00423B91" w:rsidP="00423B91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690F8CEF" w14:textId="77777777" w:rsidR="00423B91" w:rsidRDefault="00423B91" w:rsidP="00423B91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23B91" w:rsidRPr="00423B91" w14:paraId="38E26517" w14:textId="77777777" w:rsidTr="00423B91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E8E62" w14:textId="77777777" w:rsidR="00423B91" w:rsidRDefault="00423B91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90C1C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23B91" w:rsidRPr="00423B91" w14:paraId="31B463C1" w14:textId="77777777" w:rsidTr="00423B91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CF1CE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54C7F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23B91" w:rsidRPr="00423B91" w14:paraId="5F49D2F6" w14:textId="77777777" w:rsidTr="00423B91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39EC2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E596F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23B91" w:rsidRPr="00423B91" w14:paraId="0ACCA64A" w14:textId="77777777" w:rsidTr="00423B91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F06D4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5B63A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23B91" w:rsidRPr="00423B91" w14:paraId="20BE990E" w14:textId="77777777" w:rsidTr="00423B91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428D7" w14:textId="77777777" w:rsidR="00423B91" w:rsidRDefault="00423B9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B6A4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4B028201" w14:textId="77777777" w:rsidR="00423B91" w:rsidRDefault="00423B91" w:rsidP="00423B91"/>
    <w:p w14:paraId="3A424AFD" w14:textId="77777777" w:rsidR="00423B91" w:rsidRDefault="00423B91" w:rsidP="00423B91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14:paraId="1C439199" w14:textId="77777777" w:rsidR="00423B91" w:rsidRDefault="00423B91" w:rsidP="00423B91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23B91" w:rsidRPr="00423B91" w14:paraId="630D31CE" w14:textId="77777777" w:rsidTr="00423B91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4B35" w14:textId="77777777" w:rsidR="00423B91" w:rsidRDefault="00423B91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Název subjektu, pro který byla dodávku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2C0A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23B91" w:rsidRPr="00423B91" w14:paraId="307EC6BF" w14:textId="77777777" w:rsidTr="00423B91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C9232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130EE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23B91" w:rsidRPr="00423B91" w14:paraId="19BCADD3" w14:textId="77777777" w:rsidTr="00423B91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B4E47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6B8D0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23B91" w:rsidRPr="00423B91" w14:paraId="08E28E3B" w14:textId="77777777" w:rsidTr="00423B91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53C36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realizovanou dodávky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3DC2E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23B91" w:rsidRPr="00423B91" w14:paraId="67614BC8" w14:textId="77777777" w:rsidTr="00423B91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725C7" w14:textId="77777777" w:rsidR="00423B91" w:rsidRDefault="00423B9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33E9" w14:textId="77777777" w:rsidR="00423B91" w:rsidRDefault="00423B9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1AA52534" w14:textId="77777777" w:rsidR="00290C95" w:rsidRDefault="00290C95" w:rsidP="00290C95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7271D5D5" w14:textId="6FE42A81" w:rsidR="00DF15D0" w:rsidRDefault="00290C95" w:rsidP="00290C95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TECHNICKÁ KVALIFIKACE – SEZNAM TECHNIKŮ NEBO TECHNICKÝCH ÚTVARŮ:</w:t>
      </w:r>
    </w:p>
    <w:p w14:paraId="14253069" w14:textId="77777777" w:rsidR="00DF15D0" w:rsidRPr="00290C95" w:rsidRDefault="00DF15D0" w:rsidP="00290C95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ČÁST 1</w:t>
      </w:r>
    </w:p>
    <w:p w14:paraId="71BEF280" w14:textId="77777777" w:rsidR="00290C95" w:rsidRDefault="00290C95" w:rsidP="00290C95">
      <w:pPr>
        <w:pStyle w:val="Odstavecseseznamem"/>
        <w:spacing w:after="240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prokáže toto kritérium technické kvalifikace, pokud má pro realizaci této veřejné zakázky k dispozici celkem </w:t>
      </w:r>
      <w:r>
        <w:rPr>
          <w:rFonts w:ascii="Arial" w:hAnsi="Arial" w:cs="Arial"/>
          <w:b/>
          <w:sz w:val="20"/>
          <w:szCs w:val="20"/>
        </w:rPr>
        <w:t>min. 2 osoby:</w:t>
      </w:r>
    </w:p>
    <w:p w14:paraId="456A07D8" w14:textId="77777777" w:rsidR="00290C95" w:rsidRDefault="00290C95" w:rsidP="00290C95">
      <w:pPr>
        <w:numPr>
          <w:ilvl w:val="1"/>
          <w:numId w:val="16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jednoho vedoucího </w:t>
      </w:r>
      <w:r w:rsidR="005A7CCB">
        <w:rPr>
          <w:rFonts w:ascii="Arial" w:hAnsi="Arial" w:cs="Arial"/>
          <w:b/>
          <w:sz w:val="20"/>
          <w:szCs w:val="20"/>
        </w:rPr>
        <w:t>technika</w:t>
      </w:r>
      <w:r>
        <w:rPr>
          <w:rFonts w:ascii="Arial" w:hAnsi="Arial" w:cs="Arial"/>
          <w:sz w:val="20"/>
          <w:szCs w:val="20"/>
        </w:rPr>
        <w:t>, který bude za dodavatele zodpovídat za průběh plnění veřejné zakázky a zkušenost s vedením alespoň tří obdobných zakázek obdobného rozsahu na dodávky a montáž elektrických zařízení</w:t>
      </w:r>
      <w:r w:rsidR="005A7CCB">
        <w:rPr>
          <w:rFonts w:ascii="Arial" w:hAnsi="Arial" w:cs="Arial"/>
          <w:sz w:val="20"/>
          <w:szCs w:val="20"/>
        </w:rPr>
        <w:t>;</w:t>
      </w:r>
    </w:p>
    <w:p w14:paraId="0FBBC050" w14:textId="77777777" w:rsidR="00290C95" w:rsidRDefault="00290C95" w:rsidP="00290C95">
      <w:pPr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alespoň </w:t>
      </w:r>
      <w:r>
        <w:rPr>
          <w:rFonts w:ascii="Arial" w:hAnsi="Arial" w:cs="Arial"/>
          <w:b/>
          <w:sz w:val="20"/>
          <w:szCs w:val="20"/>
        </w:rPr>
        <w:t>jednoho technika</w:t>
      </w:r>
      <w:r>
        <w:rPr>
          <w:rFonts w:ascii="Arial" w:hAnsi="Arial" w:cs="Arial"/>
          <w:sz w:val="20"/>
          <w:szCs w:val="20"/>
        </w:rPr>
        <w:t>, který má zkušenosti alespoň s plněním tří obdobných zakázek na montáž elektrických zařízení.</w:t>
      </w:r>
    </w:p>
    <w:p w14:paraId="30CD848C" w14:textId="77777777" w:rsidR="00290C95" w:rsidRDefault="00290C95" w:rsidP="00290C95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5762AD46" w14:textId="77777777" w:rsidR="00290C95" w:rsidRDefault="00290C95" w:rsidP="00290C95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Člen realizačního týmu – vedoucí technik</w:t>
      </w:r>
    </w:p>
    <w:p w14:paraId="7F9E3C07" w14:textId="77777777" w:rsidR="00290C95" w:rsidRDefault="00290C95" w:rsidP="00290C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90C95" w:rsidRPr="00290C95" w14:paraId="74A924BA" w14:textId="77777777" w:rsidTr="00290C95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1E46E" w14:textId="77777777" w:rsidR="00290C95" w:rsidRDefault="00290C9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554F5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290C95" w:rsidRPr="00290C95" w14:paraId="3F038E8C" w14:textId="77777777" w:rsidTr="00290C95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2D8BA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1370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290C95" w:rsidRPr="00290C95" w14:paraId="5FEE60D2" w14:textId="77777777" w:rsidTr="00290C95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0690E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AE98C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290C95" w:rsidRPr="00290C95" w14:paraId="707A70C6" w14:textId="77777777" w:rsidTr="00290C95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544A2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6EDB9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290C95" w:rsidRPr="00290C95" w14:paraId="0E3EEE7D" w14:textId="77777777" w:rsidTr="00290C95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56055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Získané certifikace dle požadavků Výzvy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D5D3F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Doplnit jako samostatnou přílohu ve formě prosté kopie dokumentu. </w:t>
            </w:r>
          </w:p>
        </w:tc>
      </w:tr>
      <w:tr w:rsidR="00290C95" w:rsidRPr="00290C95" w14:paraId="3567E8D4" w14:textId="77777777" w:rsidTr="005A7CCB">
        <w:trPr>
          <w:trHeight w:val="30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FF885" w14:textId="77777777" w:rsidR="00290C95" w:rsidRDefault="00290C9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Zkušenosti technika s požadovanými zakázkami:</w:t>
            </w:r>
          </w:p>
          <w:p w14:paraId="59FDC841" w14:textId="77777777" w:rsidR="00290C95" w:rsidRDefault="00290C95" w:rsidP="00290C95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informací o předmětu zakázky,</w:t>
            </w:r>
          </w:p>
          <w:p w14:paraId="77F83974" w14:textId="77777777" w:rsidR="00290C95" w:rsidRDefault="00290C95" w:rsidP="00290C95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způsob jakým se koordinátor podílel na plnění zakázky,</w:t>
            </w:r>
          </w:p>
          <w:p w14:paraId="08C1212A" w14:textId="77777777" w:rsidR="00290C95" w:rsidRDefault="00290C95" w:rsidP="00290C95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údaj o termínu a místu realizace zakázky,</w:t>
            </w:r>
          </w:p>
          <w:p w14:paraId="7421EBD9" w14:textId="77777777" w:rsidR="00290C95" w:rsidRDefault="00290C95" w:rsidP="00290C95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identifikační údaje objednatele zakázky a kontaktní osoba objednatele pro účely ověření uvedených informací (jméno, telefon a e-mail pro ověření informací).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1C863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1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46514ED0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38495B07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2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7135F0BC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3D614A4B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3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586BEB99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3F3A29F1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E5BE488" w14:textId="77777777" w:rsidR="00290C95" w:rsidRDefault="00290C95" w:rsidP="00290C95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565B153D" w14:textId="77777777" w:rsidR="00290C95" w:rsidRDefault="00290C95" w:rsidP="00290C95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Člen realizačního týmu – technik </w:t>
      </w:r>
    </w:p>
    <w:p w14:paraId="7F4AAB49" w14:textId="77777777" w:rsidR="00290C95" w:rsidRDefault="00290C95" w:rsidP="00290C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90C95" w:rsidRPr="00290C95" w14:paraId="48C377AB" w14:textId="77777777" w:rsidTr="00290C95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9FF76" w14:textId="77777777" w:rsidR="00290C95" w:rsidRDefault="00290C95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3A18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290C95" w:rsidRPr="00290C95" w14:paraId="4025A785" w14:textId="77777777" w:rsidTr="00290C95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2C9DE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70EF4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290C95" w:rsidRPr="00290C95" w14:paraId="42F90FCB" w14:textId="77777777" w:rsidTr="00290C95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85CF9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3BD7D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290C95" w:rsidRPr="00290C95" w14:paraId="2F9B3523" w14:textId="77777777" w:rsidTr="00290C95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FBF1A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338EB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290C95" w:rsidRPr="00290C95" w14:paraId="79BCBCE1" w14:textId="77777777" w:rsidTr="00290C95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2482B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Získané certifikace dle požadavků Výzvy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8C44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Doplnit jako samostatnou přílohu ve formě prosté kopie dokumentu. </w:t>
            </w:r>
          </w:p>
        </w:tc>
      </w:tr>
      <w:tr w:rsidR="00290C95" w:rsidRPr="00290C95" w14:paraId="1C7F6121" w14:textId="77777777" w:rsidTr="005A7CCB">
        <w:trPr>
          <w:trHeight w:val="2849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6FC12" w14:textId="77777777" w:rsidR="00290C95" w:rsidRDefault="00290C9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Zkušenosti technika s požadovanými zakázkami:</w:t>
            </w:r>
          </w:p>
          <w:p w14:paraId="192133F4" w14:textId="77777777" w:rsidR="00290C95" w:rsidRDefault="00290C95" w:rsidP="00290C95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informací o předmětu zakázky,</w:t>
            </w:r>
          </w:p>
          <w:p w14:paraId="29D2E352" w14:textId="77777777" w:rsidR="00290C95" w:rsidRDefault="00290C95" w:rsidP="00290C95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způsob jakým se koordinátor podílel na plnění zakázky,</w:t>
            </w:r>
          </w:p>
          <w:p w14:paraId="1A6785CD" w14:textId="77777777" w:rsidR="00290C95" w:rsidRDefault="00290C95" w:rsidP="00290C95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údaj o termínu a místu realizace zakázky,</w:t>
            </w:r>
          </w:p>
          <w:p w14:paraId="1084C81E" w14:textId="77777777" w:rsidR="00290C95" w:rsidRDefault="00290C95" w:rsidP="00290C95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identifikační údaje objednatele zakázky a kontaktní osoba objednatele pro účely ověření uvedených informací (jméno, telefon a e-mail pro ověření informací).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DD4AE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1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34D4F060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6816728E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2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4035B011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66B04707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3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13A1C2FE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3FC24FE2" w14:textId="77777777" w:rsidR="00290C95" w:rsidRDefault="00290C95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DBDE22A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589A416B" w14:textId="77777777" w:rsidR="005A7CCB" w:rsidRDefault="005A7CC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30CC8FBF" w14:textId="77777777" w:rsidR="005A7CCB" w:rsidRDefault="005A7CC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32B35F1D" w14:textId="77777777" w:rsidR="005A7CCB" w:rsidRDefault="005A7CC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2654B560" w14:textId="0D097E43" w:rsidR="005A7CCB" w:rsidRDefault="005A7CC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403D78CD" w14:textId="77777777" w:rsidR="00CF5F1D" w:rsidRDefault="00CF5F1D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ABEF58D" w14:textId="77777777" w:rsidR="005A7CCB" w:rsidRDefault="005A7CC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2ADED540" w14:textId="77777777" w:rsidR="005A7CCB" w:rsidRDefault="005A7CC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32DBAE48" w14:textId="77777777" w:rsidR="005A7CCB" w:rsidRDefault="005A7CC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644BE48D" w14:textId="02014DD2" w:rsidR="00BF3A18" w:rsidRDefault="00BF3A18" w:rsidP="000C5393">
      <w:pPr>
        <w:tabs>
          <w:tab w:val="left" w:pos="3795"/>
        </w:tabs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KRYCÍ LIST NABÍDKY</w:t>
      </w:r>
    </w:p>
    <w:p w14:paraId="64992A39" w14:textId="5B9CDB03" w:rsidR="00BF3A18" w:rsidRDefault="00BF3A18" w:rsidP="00CF5F1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na veřejnou zakázku </w:t>
      </w:r>
      <w:r>
        <w:rPr>
          <w:rFonts w:ascii="Arial" w:hAnsi="Arial" w:cs="Arial"/>
          <w:b/>
        </w:rPr>
        <w:t xml:space="preserve">č. j. MR12_2025 – Výměna osvětlení studia S1, objektů Římská 13 a Římská </w:t>
      </w:r>
      <w:r w:rsidRPr="00DF15D0">
        <w:rPr>
          <w:rFonts w:ascii="Arial" w:hAnsi="Arial" w:cs="Arial"/>
          <w:b/>
        </w:rPr>
        <w:t>15</w:t>
      </w:r>
      <w:r w:rsidR="00DF15D0">
        <w:rPr>
          <w:rFonts w:ascii="Arial" w:hAnsi="Arial" w:cs="Arial"/>
          <w:b/>
        </w:rPr>
        <w:t xml:space="preserve"> -</w:t>
      </w:r>
      <w:r w:rsidR="00DF15D0" w:rsidRPr="00DF15D0">
        <w:rPr>
          <w:rFonts w:ascii="Arial" w:hAnsi="Arial" w:cs="Arial"/>
          <w:b/>
        </w:rPr>
        <w:t xml:space="preserve"> </w:t>
      </w:r>
      <w:r w:rsidR="00DF15D0" w:rsidRPr="000C5393">
        <w:rPr>
          <w:rFonts w:ascii="Arial" w:hAnsi="Arial" w:cs="Arial"/>
          <w:b/>
        </w:rPr>
        <w:t>[</w:t>
      </w:r>
      <w:r w:rsidR="00DF15D0" w:rsidRPr="000C5393">
        <w:rPr>
          <w:rFonts w:ascii="Arial" w:hAnsi="Arial" w:cs="Arial"/>
          <w:b/>
          <w:highlight w:val="yellow"/>
        </w:rPr>
        <w:t>DODAVATEL DOPLNÍ ČÍSELNÉ OZNAČENÍ ČÁSTI VZ</w:t>
      </w:r>
      <w:r w:rsidR="00CF5F1D">
        <w:rPr>
          <w:rFonts w:ascii="Arial" w:hAnsi="Arial" w:cs="Arial"/>
          <w:b/>
          <w:highlight w:val="yellow"/>
        </w:rPr>
        <w:t>, DO KTERÉ PODÁVÁ NABÍDKU</w:t>
      </w:r>
      <w:r w:rsidR="00DF15D0" w:rsidRPr="000C5393">
        <w:rPr>
          <w:rFonts w:ascii="Arial" w:hAnsi="Arial" w:cs="Arial"/>
          <w:b/>
        </w:rPr>
        <w:t>]. část</w:t>
      </w: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4500"/>
      </w:tblGrid>
      <w:tr w:rsidR="00BF3A18" w:rsidRPr="00BF3A18" w14:paraId="09756752" w14:textId="77777777" w:rsidTr="00BF3A18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62F5C437" w14:textId="77777777" w:rsidR="00BF3A18" w:rsidRDefault="00BF3A1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Údaje o dodavateli</w:t>
            </w:r>
          </w:p>
        </w:tc>
      </w:tr>
      <w:tr w:rsidR="00BF3A18" w:rsidRPr="00BF3A18" w14:paraId="1E6D7391" w14:textId="77777777" w:rsidTr="00BF3A18">
        <w:trPr>
          <w:trHeight w:val="63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809797F" w14:textId="77777777" w:rsidR="00BF3A18" w:rsidRDefault="00BF3A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Obchodní firma nebo název</w:t>
            </w:r>
          </w:p>
          <w:p w14:paraId="1E86ECA2" w14:textId="77777777" w:rsidR="00BF3A18" w:rsidRDefault="00BF3A1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930C11E" w14:textId="77777777" w:rsidR="00BF3A18" w:rsidRDefault="00BF3A1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F3A18" w:rsidRPr="00BF3A18" w14:paraId="6A0A12F6" w14:textId="77777777" w:rsidTr="00BF3A18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7F74915" w14:textId="77777777" w:rsidR="00BF3A18" w:rsidRDefault="00BF3A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Sídlo</w:t>
            </w:r>
          </w:p>
          <w:p w14:paraId="14BB8871" w14:textId="77777777" w:rsidR="00BF3A18" w:rsidRDefault="00BF3A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právnickou osobu)</w:t>
            </w:r>
          </w:p>
          <w:p w14:paraId="796E1A68" w14:textId="77777777" w:rsidR="00BF3A18" w:rsidRDefault="00BF3A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Místo podnikání popř. místo trvalého pobytu</w:t>
            </w:r>
          </w:p>
          <w:p w14:paraId="0FF8134D" w14:textId="77777777" w:rsidR="00BF3A18" w:rsidRDefault="00BF3A1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B092CD7" w14:textId="77777777" w:rsidR="00BF3A18" w:rsidRDefault="00BF3A1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F3A18" w:rsidRPr="00BF3A18" w14:paraId="76B38EE9" w14:textId="77777777" w:rsidTr="00BF3A18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F8665EC" w14:textId="77777777" w:rsidR="00BF3A18" w:rsidRDefault="00BF3A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Právní forma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200E08F" w14:textId="77777777" w:rsidR="00BF3A18" w:rsidRDefault="00BF3A1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F3A18" w:rsidRPr="00BF3A18" w14:paraId="02C0A766" w14:textId="77777777" w:rsidTr="00BF3A18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17E6CFE" w14:textId="77777777" w:rsidR="00BF3A18" w:rsidRDefault="00BF3A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A282FDA" w14:textId="77777777" w:rsidR="00BF3A18" w:rsidRDefault="00BF3A1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F3A18" w:rsidRPr="00BF3A18" w14:paraId="3A3E8C59" w14:textId="77777777" w:rsidTr="00BF3A18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3E2A86E" w14:textId="77777777" w:rsidR="00BF3A18" w:rsidRDefault="00BF3A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DIČ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9645C88" w14:textId="77777777" w:rsidR="00BF3A18" w:rsidRDefault="00BF3A1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F3A18" w:rsidRPr="00BF3A18" w14:paraId="18F83F0A" w14:textId="77777777" w:rsidTr="00BF3A18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C9AFBFD" w14:textId="77777777" w:rsidR="00BF3A18" w:rsidRDefault="00BF3A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0C1E198" w14:textId="77777777" w:rsidR="00BF3A18" w:rsidRDefault="00BF3A1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F3A18" w:rsidRPr="00BF3A18" w14:paraId="417615F3" w14:textId="77777777" w:rsidTr="00BF3A18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6972CAA" w14:textId="77777777" w:rsidR="00BF3A18" w:rsidRDefault="00BF3A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0993AEA" w14:textId="77777777" w:rsidR="00BF3A18" w:rsidRDefault="00BF3A1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F3A18" w:rsidRPr="00BF3A18" w14:paraId="0B497B8D" w14:textId="77777777" w:rsidTr="00BF3A18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A34D754" w14:textId="77777777" w:rsidR="00BF3A18" w:rsidRDefault="00BF3A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Adresa datové schránky pro účely komunikace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835995F" w14:textId="77777777" w:rsidR="00BF3A18" w:rsidRDefault="00BF3A1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F3A18" w:rsidRPr="00BF3A18" w14:paraId="577A02FE" w14:textId="77777777" w:rsidTr="00BF3A18">
        <w:trPr>
          <w:trHeight w:val="446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D157FE1" w14:textId="77777777" w:rsidR="00BF3A18" w:rsidRDefault="00BF3A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Kontaktní osoba pro jednání ve věci nabídky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CD7A24B" w14:textId="77777777" w:rsidR="00BF3A18" w:rsidRDefault="00BF3A1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F3A18" w:rsidRPr="00BF3A18" w14:paraId="70B8C502" w14:textId="77777777" w:rsidTr="00BF3A18">
        <w:trPr>
          <w:trHeight w:val="25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ED1ABC0" w14:textId="77777777" w:rsidR="00BF3A18" w:rsidRDefault="00BF3A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4CB6F104" w14:textId="77777777" w:rsidR="00BF3A18" w:rsidRDefault="00BF3A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Informace o typu podniku (v případě právnické osoby)*</w:t>
            </w:r>
          </w:p>
          <w:p w14:paraId="2149017E" w14:textId="77777777" w:rsidR="00BF3A18" w:rsidRDefault="00BF3A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8CB0CDA" w14:textId="77777777" w:rsidR="00BF3A18" w:rsidRDefault="00BF3A1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F3A18" w:rsidRPr="00BF3A18" w14:paraId="4CF92ED5" w14:textId="77777777" w:rsidTr="00BF3A18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7B6AD84E" w14:textId="77777777" w:rsidR="00BF3A18" w:rsidRDefault="00BF3A1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Údaje o poddodavateli – 1)**</w:t>
            </w:r>
          </w:p>
        </w:tc>
      </w:tr>
      <w:tr w:rsidR="00BF3A18" w:rsidRPr="00BF3A18" w14:paraId="2D60E890" w14:textId="77777777" w:rsidTr="00BF3A18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E867D05" w14:textId="77777777" w:rsidR="00BF3A18" w:rsidRDefault="00BF3A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Obchodní firma nebo název</w:t>
            </w:r>
          </w:p>
          <w:p w14:paraId="5876E1E9" w14:textId="77777777" w:rsidR="00BF3A18" w:rsidRDefault="00BF3A1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3C59137" w14:textId="77777777" w:rsidR="00BF3A18" w:rsidRDefault="00BF3A1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F3A18" w:rsidRPr="00BF3A18" w14:paraId="2F8D8AD6" w14:textId="77777777" w:rsidTr="00BF3A18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9C6A045" w14:textId="77777777" w:rsidR="00BF3A18" w:rsidRDefault="00BF3A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Sídlo</w:t>
            </w:r>
          </w:p>
          <w:p w14:paraId="53FF6D9A" w14:textId="77777777" w:rsidR="00BF3A18" w:rsidRDefault="00BF3A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právnickou osobu)</w:t>
            </w:r>
          </w:p>
          <w:p w14:paraId="091C9493" w14:textId="77777777" w:rsidR="00BF3A18" w:rsidRDefault="00BF3A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Místo podnikání popř. místo trvalého pobytu</w:t>
            </w:r>
          </w:p>
          <w:p w14:paraId="287C86E6" w14:textId="77777777" w:rsidR="00BF3A18" w:rsidRDefault="00BF3A1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C4FE192" w14:textId="77777777" w:rsidR="00BF3A18" w:rsidRDefault="00BF3A1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F3A18" w:rsidRPr="00BF3A18" w14:paraId="66769E4B" w14:textId="77777777" w:rsidTr="00BF3A18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41403B0" w14:textId="77777777" w:rsidR="00BF3A18" w:rsidRDefault="00BF3A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DE6FDF" w14:textId="77777777" w:rsidR="00BF3A18" w:rsidRDefault="00BF3A1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BF3A18" w:rsidRPr="00BF3A18" w14:paraId="67B7DE2F" w14:textId="77777777" w:rsidTr="00BF3A18">
        <w:trPr>
          <w:trHeight w:val="1059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FA38CD1" w14:textId="77777777" w:rsidR="00BF3A18" w:rsidRDefault="00BF3A1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Popis plnění poddodavatele (části zakázky)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05E2B81" w14:textId="77777777" w:rsidR="00BF3A18" w:rsidRDefault="00BF3A1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13D3A7B0" w14:textId="77777777" w:rsidR="00BF3A18" w:rsidRDefault="00BF3A18" w:rsidP="00BF3A18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39D4D305" w14:textId="77777777" w:rsidR="00BF3A18" w:rsidRDefault="00BF3A18" w:rsidP="00BF3A18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34B0369E" w14:textId="77777777" w:rsidR="00BF3A18" w:rsidRDefault="00BF3A18" w:rsidP="00BF3A18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672C1008" w14:textId="77777777" w:rsidR="00BF3A18" w:rsidRDefault="00BF3A18" w:rsidP="00BF3A18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206FEB6F" w14:textId="77777777" w:rsidR="00BF3A18" w:rsidRDefault="00BF3A18" w:rsidP="00BF3A18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00A7C3B7" w14:textId="77777777" w:rsidR="00BF3A18" w:rsidRDefault="00BF3A18" w:rsidP="00BF3A18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3F0BF469" w14:textId="77777777" w:rsidR="00BF3A18" w:rsidRDefault="00BF3A18" w:rsidP="00BF3A18">
      <w:pPr>
        <w:rPr>
          <w:rFonts w:ascii="Arial" w:hAnsi="Arial" w:cs="Arial"/>
          <w:i/>
          <w:sz w:val="18"/>
          <w:szCs w:val="18"/>
        </w:rPr>
      </w:pPr>
    </w:p>
    <w:p w14:paraId="48AC2B13" w14:textId="77777777" w:rsidR="00BF3A18" w:rsidRDefault="00BF3A18" w:rsidP="00BF3A18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 V případě více poddodavatelů přidá dodavatel do tabulky příslušné řádky.</w:t>
      </w:r>
    </w:p>
    <w:p w14:paraId="0FFD4F6C" w14:textId="77777777" w:rsidR="00BF3A18" w:rsidRDefault="00BF3A18" w:rsidP="00BF3A18">
      <w:pPr>
        <w:rPr>
          <w:rFonts w:ascii="Arial" w:hAnsi="Arial" w:cs="Arial"/>
        </w:rPr>
      </w:pPr>
    </w:p>
    <w:p w14:paraId="03DC9BB5" w14:textId="77777777"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414E2E71" w14:textId="77777777"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6F588E06" w14:textId="77777777"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8E595C" w:rsidRPr="001D6A5B">
        <w:rPr>
          <w:rFonts w:ascii="Arial" w:hAnsi="Arial" w:cs="Arial"/>
          <w:i/>
          <w:sz w:val="20"/>
          <w:szCs w:val="20"/>
        </w:rPr>
        <w:tab/>
      </w:r>
      <w:r w:rsidR="008E595C" w:rsidRPr="001D6A5B">
        <w:rPr>
          <w:rFonts w:ascii="Arial" w:hAnsi="Arial" w:cs="Arial"/>
          <w:i/>
          <w:sz w:val="20"/>
          <w:szCs w:val="20"/>
        </w:rPr>
        <w:tab/>
      </w:r>
      <w:r w:rsidR="008E595C" w:rsidRPr="001D6A5B">
        <w:rPr>
          <w:rFonts w:ascii="Arial" w:hAnsi="Arial" w:cs="Arial"/>
          <w:i/>
          <w:sz w:val="20"/>
          <w:szCs w:val="20"/>
        </w:rPr>
        <w:tab/>
      </w:r>
      <w:r w:rsidR="008E595C" w:rsidRPr="001D6A5B">
        <w:rPr>
          <w:rFonts w:ascii="Arial" w:hAnsi="Arial" w:cs="Arial"/>
          <w:i/>
          <w:sz w:val="20"/>
          <w:szCs w:val="20"/>
        </w:rPr>
        <w:tab/>
      </w:r>
      <w:r w:rsidR="008E595C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D365B" w14:textId="77777777" w:rsidR="002B4F89" w:rsidRDefault="002B4F89">
      <w:r>
        <w:separator/>
      </w:r>
    </w:p>
  </w:endnote>
  <w:endnote w:type="continuationSeparator" w:id="0">
    <w:p w14:paraId="625E3165" w14:textId="77777777" w:rsidR="002B4F89" w:rsidRDefault="002B4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5E7AB" w14:textId="77777777" w:rsidR="000C3ADB" w:rsidRDefault="002B4F89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 w14:anchorId="0514B777">
        <v:line id="_x0000_s2051" style="position:absolute;flip:y;z-index:1" from="0,4.35pt" to="450pt,4.35pt"/>
      </w:pict>
    </w:r>
  </w:p>
  <w:p w14:paraId="74C54C4E" w14:textId="77777777" w:rsidR="000C3ADB" w:rsidRPr="002D5E2E" w:rsidRDefault="008E595C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14:paraId="500D4D96" w14:textId="77777777"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CB00C" w14:textId="77777777" w:rsidR="002B4F89" w:rsidRDefault="002B4F89">
      <w:r>
        <w:separator/>
      </w:r>
    </w:p>
  </w:footnote>
  <w:footnote w:type="continuationSeparator" w:id="0">
    <w:p w14:paraId="636824D3" w14:textId="77777777" w:rsidR="002B4F89" w:rsidRDefault="002B4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1B746" w14:textId="77777777" w:rsidR="000C3ADB" w:rsidRDefault="002B4F89">
    <w:pPr>
      <w:pStyle w:val="Zhlav"/>
    </w:pPr>
    <w:r>
      <w:rPr>
        <w:noProof/>
      </w:rPr>
      <w:pict w14:anchorId="46A737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B3288" w14:textId="77777777" w:rsidR="002D5E2E" w:rsidRDefault="002D5E2E">
    <w:pPr>
      <w:pStyle w:val="Zhlav"/>
    </w:pPr>
  </w:p>
  <w:p w14:paraId="2C3E94D4" w14:textId="77777777" w:rsidR="002D5E2E" w:rsidRDefault="002D5E2E">
    <w:pPr>
      <w:pStyle w:val="Zhlav"/>
    </w:pPr>
  </w:p>
  <w:p w14:paraId="77E04195" w14:textId="77777777" w:rsidR="002D5E2E" w:rsidRDefault="002D5E2E">
    <w:pPr>
      <w:pStyle w:val="Zhlav"/>
    </w:pPr>
  </w:p>
  <w:p w14:paraId="7140F6A6" w14:textId="77777777" w:rsidR="005B4337" w:rsidRDefault="002B4F89">
    <w:pPr>
      <w:pStyle w:val="Zhlav"/>
    </w:pPr>
    <w:r>
      <w:rPr>
        <w:noProof/>
      </w:rPr>
      <w:pict w14:anchorId="180EA6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4DDA6" w14:textId="77777777" w:rsidR="000C3ADB" w:rsidRDefault="002B4F89">
    <w:pPr>
      <w:pStyle w:val="Zhlav"/>
    </w:pPr>
    <w:r>
      <w:rPr>
        <w:noProof/>
      </w:rPr>
      <w:pict w14:anchorId="06CF05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44.35pt;height:34.5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895E753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E5A6CBF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95B610F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69822B8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B99C1EE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321CABD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8596552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30D23AE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A0741AA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C0040E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79A189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DB6FED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4282C3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DF8098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29E860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21C843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B0A8AE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57AE1F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20FEFD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EC32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4A20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A431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6E5C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9A0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36FC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3E10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BE02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608EB"/>
    <w:multiLevelType w:val="hybridMultilevel"/>
    <w:tmpl w:val="7C94C48C"/>
    <w:lvl w:ilvl="0" w:tplc="270C60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E443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741D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2C30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5679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8058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62E9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B6CF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F6D2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FBA21F3C">
      <w:start w:val="1"/>
      <w:numFmt w:val="lowerLetter"/>
      <w:lvlText w:val="%1)"/>
      <w:lvlJc w:val="left"/>
      <w:pPr>
        <w:ind w:left="644" w:hanging="360"/>
      </w:pPr>
    </w:lvl>
    <w:lvl w:ilvl="1" w:tplc="85A4872E" w:tentative="1">
      <w:start w:val="1"/>
      <w:numFmt w:val="lowerLetter"/>
      <w:lvlText w:val="%2."/>
      <w:lvlJc w:val="left"/>
      <w:pPr>
        <w:ind w:left="1364" w:hanging="360"/>
      </w:pPr>
    </w:lvl>
    <w:lvl w:ilvl="2" w:tplc="70248054" w:tentative="1">
      <w:start w:val="1"/>
      <w:numFmt w:val="lowerRoman"/>
      <w:lvlText w:val="%3."/>
      <w:lvlJc w:val="right"/>
      <w:pPr>
        <w:ind w:left="2084" w:hanging="180"/>
      </w:pPr>
    </w:lvl>
    <w:lvl w:ilvl="3" w:tplc="89D09338" w:tentative="1">
      <w:start w:val="1"/>
      <w:numFmt w:val="decimal"/>
      <w:lvlText w:val="%4."/>
      <w:lvlJc w:val="left"/>
      <w:pPr>
        <w:ind w:left="2804" w:hanging="360"/>
      </w:pPr>
    </w:lvl>
    <w:lvl w:ilvl="4" w:tplc="371C8F70" w:tentative="1">
      <w:start w:val="1"/>
      <w:numFmt w:val="lowerLetter"/>
      <w:lvlText w:val="%5."/>
      <w:lvlJc w:val="left"/>
      <w:pPr>
        <w:ind w:left="3524" w:hanging="360"/>
      </w:pPr>
    </w:lvl>
    <w:lvl w:ilvl="5" w:tplc="2BE69018" w:tentative="1">
      <w:start w:val="1"/>
      <w:numFmt w:val="lowerRoman"/>
      <w:lvlText w:val="%6."/>
      <w:lvlJc w:val="right"/>
      <w:pPr>
        <w:ind w:left="4244" w:hanging="180"/>
      </w:pPr>
    </w:lvl>
    <w:lvl w:ilvl="6" w:tplc="634CC304" w:tentative="1">
      <w:start w:val="1"/>
      <w:numFmt w:val="decimal"/>
      <w:lvlText w:val="%7."/>
      <w:lvlJc w:val="left"/>
      <w:pPr>
        <w:ind w:left="4964" w:hanging="360"/>
      </w:pPr>
    </w:lvl>
    <w:lvl w:ilvl="7" w:tplc="23C6AB38" w:tentative="1">
      <w:start w:val="1"/>
      <w:numFmt w:val="lowerLetter"/>
      <w:lvlText w:val="%8."/>
      <w:lvlJc w:val="left"/>
      <w:pPr>
        <w:ind w:left="5684" w:hanging="360"/>
      </w:pPr>
    </w:lvl>
    <w:lvl w:ilvl="8" w:tplc="1590825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EE3C14CA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E2F223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CC3E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CEFB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5E52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A803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0C8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302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3CC1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0F989C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52C643E" w:tentative="1">
      <w:start w:val="1"/>
      <w:numFmt w:val="lowerLetter"/>
      <w:lvlText w:val="%2."/>
      <w:lvlJc w:val="left"/>
      <w:pPr>
        <w:ind w:left="1440" w:hanging="360"/>
      </w:pPr>
    </w:lvl>
    <w:lvl w:ilvl="2" w:tplc="09A693A2" w:tentative="1">
      <w:start w:val="1"/>
      <w:numFmt w:val="lowerRoman"/>
      <w:lvlText w:val="%3."/>
      <w:lvlJc w:val="right"/>
      <w:pPr>
        <w:ind w:left="2160" w:hanging="180"/>
      </w:pPr>
    </w:lvl>
    <w:lvl w:ilvl="3" w:tplc="3208B8D6" w:tentative="1">
      <w:start w:val="1"/>
      <w:numFmt w:val="decimal"/>
      <w:lvlText w:val="%4."/>
      <w:lvlJc w:val="left"/>
      <w:pPr>
        <w:ind w:left="2880" w:hanging="360"/>
      </w:pPr>
    </w:lvl>
    <w:lvl w:ilvl="4" w:tplc="6602E84A" w:tentative="1">
      <w:start w:val="1"/>
      <w:numFmt w:val="lowerLetter"/>
      <w:lvlText w:val="%5."/>
      <w:lvlJc w:val="left"/>
      <w:pPr>
        <w:ind w:left="3600" w:hanging="360"/>
      </w:pPr>
    </w:lvl>
    <w:lvl w:ilvl="5" w:tplc="E0443BEE" w:tentative="1">
      <w:start w:val="1"/>
      <w:numFmt w:val="lowerRoman"/>
      <w:lvlText w:val="%6."/>
      <w:lvlJc w:val="right"/>
      <w:pPr>
        <w:ind w:left="4320" w:hanging="180"/>
      </w:pPr>
    </w:lvl>
    <w:lvl w:ilvl="6" w:tplc="78CA7848" w:tentative="1">
      <w:start w:val="1"/>
      <w:numFmt w:val="decimal"/>
      <w:lvlText w:val="%7."/>
      <w:lvlJc w:val="left"/>
      <w:pPr>
        <w:ind w:left="5040" w:hanging="360"/>
      </w:pPr>
    </w:lvl>
    <w:lvl w:ilvl="7" w:tplc="C00033A4" w:tentative="1">
      <w:start w:val="1"/>
      <w:numFmt w:val="lowerLetter"/>
      <w:lvlText w:val="%8."/>
      <w:lvlJc w:val="left"/>
      <w:pPr>
        <w:ind w:left="5760" w:hanging="360"/>
      </w:pPr>
    </w:lvl>
    <w:lvl w:ilvl="8" w:tplc="A45248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07103D3C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7E8055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AE7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6063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DAFA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8EBE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EA3A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D673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5E62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6C209B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B7E4B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1C28B1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083A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B4FC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B0F0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A00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BE9F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5AAD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20D65"/>
    <w:multiLevelType w:val="hybridMultilevel"/>
    <w:tmpl w:val="8E9C841C"/>
    <w:lvl w:ilvl="0" w:tplc="ED742F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0804560" w:tentative="1">
      <w:start w:val="1"/>
      <w:numFmt w:val="lowerLetter"/>
      <w:lvlText w:val="%2."/>
      <w:lvlJc w:val="left"/>
      <w:pPr>
        <w:ind w:left="1440" w:hanging="360"/>
      </w:pPr>
    </w:lvl>
    <w:lvl w:ilvl="2" w:tplc="CF741740" w:tentative="1">
      <w:start w:val="1"/>
      <w:numFmt w:val="lowerRoman"/>
      <w:lvlText w:val="%3."/>
      <w:lvlJc w:val="right"/>
      <w:pPr>
        <w:ind w:left="2160" w:hanging="180"/>
      </w:pPr>
    </w:lvl>
    <w:lvl w:ilvl="3" w:tplc="52D0448A" w:tentative="1">
      <w:start w:val="1"/>
      <w:numFmt w:val="decimal"/>
      <w:lvlText w:val="%4."/>
      <w:lvlJc w:val="left"/>
      <w:pPr>
        <w:ind w:left="2880" w:hanging="360"/>
      </w:pPr>
    </w:lvl>
    <w:lvl w:ilvl="4" w:tplc="ACD86D04" w:tentative="1">
      <w:start w:val="1"/>
      <w:numFmt w:val="lowerLetter"/>
      <w:lvlText w:val="%5."/>
      <w:lvlJc w:val="left"/>
      <w:pPr>
        <w:ind w:left="3600" w:hanging="360"/>
      </w:pPr>
    </w:lvl>
    <w:lvl w:ilvl="5" w:tplc="BD841076" w:tentative="1">
      <w:start w:val="1"/>
      <w:numFmt w:val="lowerRoman"/>
      <w:lvlText w:val="%6."/>
      <w:lvlJc w:val="right"/>
      <w:pPr>
        <w:ind w:left="4320" w:hanging="180"/>
      </w:pPr>
    </w:lvl>
    <w:lvl w:ilvl="6" w:tplc="DE96D6EA" w:tentative="1">
      <w:start w:val="1"/>
      <w:numFmt w:val="decimal"/>
      <w:lvlText w:val="%7."/>
      <w:lvlJc w:val="left"/>
      <w:pPr>
        <w:ind w:left="5040" w:hanging="360"/>
      </w:pPr>
    </w:lvl>
    <w:lvl w:ilvl="7" w:tplc="7FC8B20C" w:tentative="1">
      <w:start w:val="1"/>
      <w:numFmt w:val="lowerLetter"/>
      <w:lvlText w:val="%8."/>
      <w:lvlJc w:val="left"/>
      <w:pPr>
        <w:ind w:left="5760" w:hanging="360"/>
      </w:pPr>
    </w:lvl>
    <w:lvl w:ilvl="8" w:tplc="EF16D9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2614"/>
    <w:multiLevelType w:val="hybridMultilevel"/>
    <w:tmpl w:val="0E5E9902"/>
    <w:lvl w:ilvl="0" w:tplc="2536E17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52E72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FCC54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684C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DAE5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D648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560D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A834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1AD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2920B9"/>
    <w:multiLevelType w:val="hybridMultilevel"/>
    <w:tmpl w:val="16F87D7E"/>
    <w:lvl w:ilvl="0" w:tplc="42B205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0AA9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0F816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B801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640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A81E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5B85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E410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F6AA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E07468"/>
    <w:multiLevelType w:val="hybridMultilevel"/>
    <w:tmpl w:val="F216EE0A"/>
    <w:lvl w:ilvl="0" w:tplc="DFB60B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D4FFB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244F7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7644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FE06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6E59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8033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72B7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FE1D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F0C3D30"/>
    <w:multiLevelType w:val="hybridMultilevel"/>
    <w:tmpl w:val="0FC680EE"/>
    <w:lvl w:ilvl="0" w:tplc="7018B4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F86A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8ABF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FE21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0AE0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2C6E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0CBF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022F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8AAB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4"/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2"/>
  </w:num>
  <w:num w:numId="12">
    <w:abstractNumId w:val="7"/>
  </w:num>
  <w:num w:numId="13">
    <w:abstractNumId w:val="16"/>
  </w:num>
  <w:num w:numId="14">
    <w:abstractNumId w:val="5"/>
  </w:num>
  <w:num w:numId="15">
    <w:abstractNumId w:val="3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5393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3CC8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0C95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4F89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16F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B91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A7CCB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6F1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95C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A18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5F1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15D0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63DE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55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959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5DB9A9A"/>
  <w15:docId w15:val="{3C11CED2-1D1D-439E-94B3-D5FD88E81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uiPriority="99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locked/>
    <w:rsid w:val="00423B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71</TotalTime>
  <Pages>4</Pages>
  <Words>1170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Stantić Kateřina</cp:lastModifiedBy>
  <cp:revision>10</cp:revision>
  <cp:lastPrinted>2014-10-07T12:22:00Z</cp:lastPrinted>
  <dcterms:created xsi:type="dcterms:W3CDTF">2016-10-21T12:51:00Z</dcterms:created>
  <dcterms:modified xsi:type="dcterms:W3CDTF">2025-04-29T08:33:00Z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